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E7C75" w14:textId="271C0D4C" w:rsidR="009F7FCE" w:rsidRPr="00EE426C" w:rsidRDefault="00C11F5F" w:rsidP="00C24DEF">
      <w:pPr>
        <w:pStyle w:val="papertitle"/>
      </w:pPr>
      <w:r w:rsidRPr="00C11F5F">
        <w:t>IIT.SRC 202</w:t>
      </w:r>
      <w:r w:rsidR="00116930">
        <w:t>4</w:t>
      </w:r>
      <w:r w:rsidRPr="00C11F5F">
        <w:t xml:space="preserve"> Conference Paper Title</w:t>
      </w:r>
    </w:p>
    <w:p w14:paraId="468958B0" w14:textId="77777777" w:rsidR="00C24DEF" w:rsidRPr="00EE426C" w:rsidRDefault="009B2539" w:rsidP="00EE426C">
      <w:pPr>
        <w:pStyle w:val="author"/>
      </w:pPr>
      <w:r>
        <w:t>Author</w:t>
      </w:r>
      <w:r w:rsidR="00BE1A78">
        <w:rPr>
          <w:rStyle w:val="FootnoteReference"/>
        </w:rPr>
        <w:footnoteReference w:id="1"/>
      </w:r>
      <w:r w:rsidR="00BE1A78">
        <w:rPr>
          <w:rStyle w:val="ORCID"/>
        </w:rPr>
        <w:t xml:space="preserve"> </w:t>
      </w:r>
      <w:r>
        <w:rPr>
          <w:rStyle w:val="ORCID"/>
        </w:rPr>
        <w:t>[0000-1111-2222-3333]</w:t>
      </w:r>
    </w:p>
    <w:p w14:paraId="1E1C3D05" w14:textId="77777777" w:rsidR="00C24DEF" w:rsidRPr="00EE426C" w:rsidRDefault="009B2539" w:rsidP="00EE426C">
      <w:pPr>
        <w:pStyle w:val="address"/>
      </w:pPr>
      <w:r w:rsidRPr="00EE426C">
        <w:t>Princeton University, Princeton NJ 08544, USA</w:t>
      </w:r>
    </w:p>
    <w:p w14:paraId="3C5DB492" w14:textId="77777777" w:rsidR="00C24DEF" w:rsidRPr="006809AE" w:rsidRDefault="009B2539" w:rsidP="006809AE">
      <w:pPr>
        <w:pStyle w:val="address"/>
      </w:pPr>
      <w:r w:rsidRPr="006809AE">
        <w:rPr>
          <w:rStyle w:val="e-mail"/>
        </w:rPr>
        <w:t>lncs@springer.com</w:t>
      </w:r>
    </w:p>
    <w:p w14:paraId="71E51103" w14:textId="77777777" w:rsidR="00C24DEF" w:rsidRPr="00EE426C" w:rsidRDefault="009B2539" w:rsidP="00EE426C">
      <w:pPr>
        <w:pStyle w:val="abstract"/>
        <w:spacing w:after="0"/>
        <w:ind w:firstLine="0"/>
      </w:pPr>
      <w:r w:rsidRPr="00EE426C">
        <w:rPr>
          <w:b/>
          <w:bCs/>
        </w:rPr>
        <w:t xml:space="preserve">Abstract. </w:t>
      </w:r>
      <w:r w:rsidRPr="00EE426C">
        <w:t>Th</w:t>
      </w:r>
      <w:r>
        <w:t>e abstract</w:t>
      </w:r>
      <w:r w:rsidRPr="00EE426C">
        <w:t xml:space="preserve"> </w:t>
      </w:r>
      <w:r>
        <w:t xml:space="preserve">should </w:t>
      </w:r>
      <w:r w:rsidRPr="00EE426C">
        <w:t>summarize the contents of the paper in short terms, i.e. 150-250 words.</w:t>
      </w:r>
    </w:p>
    <w:p w14:paraId="7BCAA755" w14:textId="77777777" w:rsidR="00C24DEF" w:rsidRPr="00EE426C" w:rsidRDefault="009B2539" w:rsidP="00EE426C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>
        <w:t>First Keyword</w:t>
      </w:r>
      <w:r w:rsidRPr="00EE426C">
        <w:t xml:space="preserve">, </w:t>
      </w:r>
      <w:r>
        <w:t>Second Keyword, Third Keyword.</w:t>
      </w:r>
    </w:p>
    <w:p w14:paraId="288262D7" w14:textId="77777777" w:rsidR="00C24DEF" w:rsidRDefault="009B2539" w:rsidP="00C24DEF">
      <w:pPr>
        <w:pStyle w:val="heading1"/>
      </w:pPr>
      <w:r>
        <w:t>First Section</w:t>
      </w:r>
    </w:p>
    <w:p w14:paraId="2D16886E" w14:textId="77777777" w:rsidR="006809AE" w:rsidRPr="006809AE" w:rsidRDefault="009B2539" w:rsidP="006809AE">
      <w:pPr>
        <w:pStyle w:val="heading2"/>
        <w:spacing w:before="0"/>
      </w:pPr>
      <w:r>
        <w:t>A Subsection</w:t>
      </w:r>
      <w:r w:rsidRPr="003E3370">
        <w:t xml:space="preserve"> </w:t>
      </w:r>
      <w:r>
        <w:t>Sample</w:t>
      </w:r>
    </w:p>
    <w:p w14:paraId="547CB1E3" w14:textId="77777777" w:rsidR="00C24DEF" w:rsidRPr="00EE426C" w:rsidRDefault="009B2539" w:rsidP="00C24DEF">
      <w:pPr>
        <w:pStyle w:val="p1a"/>
      </w:pPr>
      <w:r w:rsidRPr="00EE426C">
        <w:t>Please note that the first paragraph of a section or subsection is not indented. The first paragraphs that follows a table, figure, equation etc. does not have an indent, either.</w:t>
      </w:r>
    </w:p>
    <w:p w14:paraId="4EC127B5" w14:textId="77777777" w:rsidR="00C24DEF" w:rsidRDefault="009B2539" w:rsidP="00C24DEF">
      <w:r>
        <w:t>Subsequent paragraphs, however, are indented.</w:t>
      </w:r>
    </w:p>
    <w:p w14:paraId="631D2737" w14:textId="77777777" w:rsidR="003E3370" w:rsidRDefault="009B2539" w:rsidP="009930E4">
      <w:pPr>
        <w:pStyle w:val="Heading3"/>
      </w:pPr>
      <w:r w:rsidRPr="009930E4">
        <w:rPr>
          <w:rStyle w:val="heading30"/>
        </w:rPr>
        <w:t>Sample Heading (Third Level).</w:t>
      </w:r>
      <w:r w:rsidRPr="003E3370">
        <w:rPr>
          <w:rStyle w:val="heading30"/>
        </w:rPr>
        <w:t xml:space="preserve"> </w:t>
      </w:r>
      <w:r>
        <w:rPr>
          <w:rStyle w:val="heading30"/>
          <w:b w:val="0"/>
        </w:rPr>
        <w:t>Only two levels of headings should be numbered. Lower level headings remain unnumbered; they are formatted as run-in headings.</w:t>
      </w:r>
    </w:p>
    <w:p w14:paraId="7076485D" w14:textId="77777777" w:rsidR="003E3370" w:rsidRDefault="009B2539" w:rsidP="009930E4">
      <w:pPr>
        <w:pStyle w:val="Heading4"/>
        <w:rPr>
          <w:rStyle w:val="heading40"/>
          <w:i w:val="0"/>
        </w:rPr>
      </w:pPr>
      <w:r w:rsidRPr="009930E4">
        <w:rPr>
          <w:rStyle w:val="heading40"/>
        </w:rPr>
        <w:t>Sample Heading (Forth Level).</w:t>
      </w:r>
      <w:r w:rsidRPr="003E3370">
        <w:rPr>
          <w:rStyle w:val="heading40"/>
          <w:i w:val="0"/>
        </w:rPr>
        <w:t xml:space="preserve"> </w:t>
      </w:r>
      <w:r>
        <w:rPr>
          <w:rStyle w:val="heading40"/>
          <w:i w:val="0"/>
        </w:rPr>
        <w:t xml:space="preserve">The contribution should contain no more than four levels of headings. The following </w:t>
      </w:r>
      <w:r w:rsidRPr="00A97482">
        <w:rPr>
          <w:rStyle w:val="heading40"/>
          <w:i w:val="0"/>
        </w:rPr>
        <w:fldChar w:fldCharType="begin"/>
      </w:r>
      <w:r w:rsidRPr="00A97482">
        <w:rPr>
          <w:rStyle w:val="heading40"/>
          <w:i w:val="0"/>
        </w:rPr>
        <w:instrText xml:space="preserve"> REF _Ref467509391 \h  \* MERGEFORMAT </w:instrText>
      </w:r>
      <w:r w:rsidRPr="00A97482">
        <w:rPr>
          <w:rStyle w:val="heading40"/>
          <w:i w:val="0"/>
        </w:rPr>
      </w:r>
      <w:r w:rsidRPr="00A97482">
        <w:rPr>
          <w:rStyle w:val="heading40"/>
          <w:i w:val="0"/>
        </w:rPr>
        <w:fldChar w:fldCharType="separate"/>
      </w:r>
      <w:r w:rsidR="00116930" w:rsidRPr="00116930">
        <w:t xml:space="preserve">Table </w:t>
      </w:r>
      <w:r w:rsidR="00116930" w:rsidRPr="00116930">
        <w:rPr>
          <w:noProof/>
        </w:rPr>
        <w:t>1</w:t>
      </w:r>
      <w:r w:rsidRPr="00A97482">
        <w:rPr>
          <w:rStyle w:val="heading40"/>
          <w:i w:val="0"/>
        </w:rPr>
        <w:fldChar w:fldCharType="end"/>
      </w:r>
      <w:r>
        <w:rPr>
          <w:rStyle w:val="heading40"/>
          <w:i w:val="0"/>
        </w:rPr>
        <w:t xml:space="preserve"> gives a summary of all heading levels.</w:t>
      </w:r>
    </w:p>
    <w:p w14:paraId="04C2FA65" w14:textId="77777777" w:rsidR="002D3488" w:rsidRDefault="009B2539" w:rsidP="00DB42F5">
      <w:pPr>
        <w:pStyle w:val="tablecaption"/>
      </w:pPr>
      <w:bookmarkStart w:id="0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 w:rsidR="00116930">
        <w:rPr>
          <w:b/>
          <w:noProof/>
        </w:rPr>
        <w:t>1</w:t>
      </w:r>
      <w:r>
        <w:rPr>
          <w:b/>
        </w:rPr>
        <w:fldChar w:fldCharType="end"/>
      </w:r>
      <w:bookmarkEnd w:id="0"/>
      <w:r>
        <w:rPr>
          <w:b/>
        </w:rPr>
        <w:t>.</w:t>
      </w:r>
      <w:r>
        <w:t xml:space="preserve"> </w:t>
      </w:r>
      <w:r w:rsidRPr="00DB42F5">
        <w:t>Table</w:t>
      </w:r>
      <w:r>
        <w:t xml:space="preserve"> captions should be placed above the tables.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3444"/>
        <w:gridCol w:w="1753"/>
      </w:tblGrid>
      <w:tr w:rsidR="00A97482" w:rsidRPr="009A3755" w14:paraId="7E35607E" w14:textId="77777777" w:rsidTr="0051304D">
        <w:trPr>
          <w:jc w:val="center"/>
        </w:trPr>
        <w:tc>
          <w:tcPr>
            <w:tcW w:w="1664" w:type="dxa"/>
            <w:tcBorders>
              <w:top w:val="single" w:sz="12" w:space="0" w:color="000000"/>
              <w:bottom w:val="single" w:sz="6" w:space="0" w:color="000000"/>
            </w:tcBorders>
          </w:tcPr>
          <w:p w14:paraId="470CA9AA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Heading level</w:t>
            </w:r>
          </w:p>
        </w:tc>
        <w:tc>
          <w:tcPr>
            <w:tcW w:w="3387" w:type="dxa"/>
            <w:tcBorders>
              <w:top w:val="single" w:sz="12" w:space="0" w:color="000000"/>
              <w:bottom w:val="single" w:sz="6" w:space="0" w:color="000000"/>
            </w:tcBorders>
          </w:tcPr>
          <w:p w14:paraId="4BD5C8B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Example</w:t>
            </w:r>
          </w:p>
        </w:tc>
        <w:tc>
          <w:tcPr>
            <w:tcW w:w="1724" w:type="dxa"/>
            <w:tcBorders>
              <w:top w:val="single" w:sz="12" w:space="0" w:color="000000"/>
              <w:bottom w:val="single" w:sz="6" w:space="0" w:color="000000"/>
            </w:tcBorders>
          </w:tcPr>
          <w:p w14:paraId="63819B72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Font size and style</w:t>
            </w:r>
          </w:p>
        </w:tc>
      </w:tr>
      <w:tr w:rsidR="00A97482" w:rsidRPr="009A3755" w14:paraId="59DF2A49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60C3BA2E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Title (centered)</w:t>
            </w:r>
          </w:p>
        </w:tc>
        <w:tc>
          <w:tcPr>
            <w:tcW w:w="3387" w:type="dxa"/>
            <w:vAlign w:val="center"/>
          </w:tcPr>
          <w:p w14:paraId="4FCA7304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24" w:type="dxa"/>
            <w:vAlign w:val="center"/>
          </w:tcPr>
          <w:p w14:paraId="24AB4768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14 point, bold</w:t>
            </w:r>
          </w:p>
        </w:tc>
      </w:tr>
      <w:tr w:rsidR="00A97482" w:rsidRPr="009A3755" w14:paraId="3691BD11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616613A0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</w:t>
            </w:r>
            <w:r w:rsidRPr="009A3755">
              <w:rPr>
                <w:sz w:val="18"/>
                <w:szCs w:val="18"/>
                <w:vertAlign w:val="superscript"/>
              </w:rPr>
              <w:t>st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240BCA8D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24" w:type="dxa"/>
            <w:vAlign w:val="center"/>
          </w:tcPr>
          <w:p w14:paraId="73664C80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12 point, bold</w:t>
            </w:r>
          </w:p>
        </w:tc>
      </w:tr>
      <w:tr w:rsidR="00A97482" w:rsidRPr="009A3755" w14:paraId="335C6AB3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100F04AE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2</w:t>
            </w:r>
            <w:r w:rsidRPr="009A3755">
              <w:rPr>
                <w:sz w:val="18"/>
                <w:szCs w:val="18"/>
                <w:vertAlign w:val="superscript"/>
              </w:rPr>
              <w:t>nd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2B332FF9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24" w:type="dxa"/>
            <w:vAlign w:val="center"/>
          </w:tcPr>
          <w:p w14:paraId="65C4361A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A97482" w:rsidRPr="009A3755" w14:paraId="005B6D6D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7B76140A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3</w:t>
            </w:r>
            <w:r w:rsidRPr="009A3755">
              <w:rPr>
                <w:sz w:val="18"/>
                <w:szCs w:val="18"/>
                <w:vertAlign w:val="superscript"/>
              </w:rPr>
              <w:t>rd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7BEBBA9E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Run-in Heading in Bold.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vAlign w:val="center"/>
          </w:tcPr>
          <w:p w14:paraId="1D632A5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A97482" w:rsidRPr="009A3755" w14:paraId="00F573B0" w14:textId="77777777" w:rsidTr="0051304D">
        <w:trPr>
          <w:trHeight w:val="284"/>
          <w:jc w:val="center"/>
        </w:trPr>
        <w:tc>
          <w:tcPr>
            <w:tcW w:w="1664" w:type="dxa"/>
            <w:tcBorders>
              <w:bottom w:val="single" w:sz="12" w:space="0" w:color="000000"/>
            </w:tcBorders>
            <w:vAlign w:val="center"/>
          </w:tcPr>
          <w:p w14:paraId="4E8195B6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4</w:t>
            </w:r>
            <w:r w:rsidRPr="009A3755">
              <w:rPr>
                <w:sz w:val="18"/>
                <w:szCs w:val="18"/>
                <w:vertAlign w:val="superscript"/>
              </w:rPr>
              <w:t>th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tcBorders>
              <w:bottom w:val="single" w:sz="12" w:space="0" w:color="000000"/>
            </w:tcBorders>
            <w:vAlign w:val="center"/>
          </w:tcPr>
          <w:p w14:paraId="5C5939EA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i/>
                <w:iCs/>
                <w:szCs w:val="18"/>
              </w:rPr>
              <w:t>Lowest Level Heading.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tcBorders>
              <w:bottom w:val="single" w:sz="12" w:space="0" w:color="000000"/>
            </w:tcBorders>
            <w:vAlign w:val="center"/>
          </w:tcPr>
          <w:p w14:paraId="660FA337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italic</w:t>
            </w:r>
          </w:p>
        </w:tc>
      </w:tr>
    </w:tbl>
    <w:p w14:paraId="6363E055" w14:textId="77777777" w:rsidR="00EE1BBB" w:rsidRDefault="009B2539" w:rsidP="00EC51EE">
      <w:pPr>
        <w:spacing w:before="240"/>
        <w:ind w:firstLine="0"/>
      </w:pPr>
      <w:r>
        <w:lastRenderedPageBreak/>
        <w:t xml:space="preserve">Displayed equations are centered and set on a separate line. </w:t>
      </w:r>
    </w:p>
    <w:p w14:paraId="09A1FBF8" w14:textId="77777777" w:rsidR="00EE1BBB" w:rsidRDefault="009B2539" w:rsidP="00EE1BBB">
      <w:pPr>
        <w:pStyle w:val="equation"/>
      </w:pPr>
      <w:r>
        <w:rPr>
          <w:i/>
        </w:rPr>
        <w:tab/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  <w:t>(</w:t>
      </w:r>
      <w:fldSimple w:instr=" SEQ &quot;Equation&quot; \n \* MERGEFORMAT ">
        <w:r w:rsidR="00116930">
          <w:rPr>
            <w:noProof/>
          </w:rPr>
          <w:t>1</w:t>
        </w:r>
      </w:fldSimple>
      <w:bookmarkStart w:id="1" w:name="_Ref467511674"/>
      <w:bookmarkEnd w:id="1"/>
      <w:r>
        <w:t>)</w:t>
      </w:r>
    </w:p>
    <w:p w14:paraId="264C04EE" w14:textId="77777777" w:rsidR="001D7555" w:rsidRPr="00D000D8" w:rsidRDefault="009B2539" w:rsidP="00D000D8">
      <w:pPr>
        <w:pStyle w:val="p1a"/>
        <w:tabs>
          <w:tab w:val="left" w:pos="1929"/>
        </w:tabs>
      </w:pPr>
      <w:r w:rsidRPr="00D000D8">
        <w:t xml:space="preserve">Please try to avoid rasterized images for line-art diagrams and schemas. Whenever possible, use vector graphics instead (see </w:t>
      </w:r>
      <w:r w:rsidRPr="00D000D8">
        <w:fldChar w:fldCharType="begin"/>
      </w:r>
      <w:r w:rsidRPr="00D000D8">
        <w:instrText xml:space="preserve"> REF _Ref467515387 \h  \* MERGEFORMAT </w:instrText>
      </w:r>
      <w:r w:rsidRPr="00D000D8">
        <w:fldChar w:fldCharType="separate"/>
      </w:r>
      <w:r w:rsidR="00116930" w:rsidRPr="00116930">
        <w:t>Fig. 1</w:t>
      </w:r>
      <w:r w:rsidRPr="00D000D8">
        <w:fldChar w:fldCharType="end"/>
      </w:r>
      <w:r w:rsidRPr="00D000D8">
        <w:t>).</w:t>
      </w:r>
    </w:p>
    <w:p w14:paraId="4D65DBE7" w14:textId="77777777" w:rsidR="00EE1BBB" w:rsidRPr="00EE1BBB" w:rsidRDefault="009B2539" w:rsidP="00EE1BBB">
      <w:pPr>
        <w:spacing w:before="360"/>
        <w:ind w:left="227" w:hanging="227"/>
      </w:pPr>
      <w:r>
        <w:rPr>
          <w:noProof/>
        </w:rPr>
        <w:drawing>
          <wp:inline distT="0" distB="0" distL="0" distR="0" wp14:anchorId="7B49E24B" wp14:editId="5C7B4B75">
            <wp:extent cx="4392930" cy="1859266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7B204A8" w14:textId="77777777" w:rsidR="002D3488" w:rsidRDefault="009B2539" w:rsidP="001D7555">
      <w:pPr>
        <w:pStyle w:val="figurecaption"/>
        <w:jc w:val="both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 w:rsidR="00116930">
        <w:rPr>
          <w:b/>
          <w:noProof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</w:t>
      </w:r>
      <w:r w:rsidRPr="002D3488">
        <w:t>igure</w:t>
      </w:r>
      <w:r>
        <w:t xml:space="preserve"> caption is always placed below the illustration. Short captions are centered, while long ones are justified. The macro button chooses the correct format automatically.</w:t>
      </w:r>
    </w:p>
    <w:p w14:paraId="636995C5" w14:textId="77777777" w:rsidR="00750493" w:rsidRPr="00750493" w:rsidRDefault="002D48C5" w:rsidP="00750493">
      <w:pPr>
        <w:pStyle w:val="p1a"/>
      </w:pPr>
      <w:r w:rsidRPr="00F55A71"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 w14:paraId="64A38041" w14:textId="77777777" w:rsidR="00606587" w:rsidRDefault="009B2539" w:rsidP="00606587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14:paraId="6F7C27B6" w14:textId="77777777" w:rsidR="00606587" w:rsidRDefault="009B2539" w:rsidP="00606587">
      <w:pPr>
        <w:pStyle w:val="referenceitem"/>
      </w:pPr>
      <w:r>
        <w:t>Author, F.: Article title. Journal 2(5), 99–110 (2016).</w:t>
      </w:r>
    </w:p>
    <w:p w14:paraId="090C52C1" w14:textId="77777777" w:rsidR="00606587" w:rsidRDefault="009B2539" w:rsidP="00606587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14:paraId="38CF5D4D" w14:textId="77777777" w:rsidR="002D3488" w:rsidRDefault="009B2539" w:rsidP="00606587">
      <w:pPr>
        <w:pStyle w:val="referenceitem"/>
      </w:pPr>
      <w:r>
        <w:t>Author, F., Author, S., Author, T.: Book title. 2nd edn. Publisher, Location (1999).</w:t>
      </w:r>
    </w:p>
    <w:p w14:paraId="063B2CBE" w14:textId="77777777" w:rsidR="002C5825" w:rsidRDefault="009B2539" w:rsidP="00606587">
      <w:pPr>
        <w:pStyle w:val="referenceitem"/>
      </w:pPr>
      <w:r>
        <w:t>Author, F.: Contribution title. In: 9th International Proceedings on Proceedings, pp. 1–2. Publisher, Location (2010).</w:t>
      </w:r>
    </w:p>
    <w:p w14:paraId="2730195E" w14:textId="77777777" w:rsidR="00F5783C" w:rsidRPr="00606587" w:rsidRDefault="009B2539" w:rsidP="00606587">
      <w:pPr>
        <w:pStyle w:val="referenceitem"/>
      </w:pPr>
      <w:r>
        <w:t xml:space="preserve">LNCS Homepage, </w:t>
      </w:r>
      <w:hyperlink r:id="rId9" w:history="1">
        <w:r w:rsidRPr="00FB3EC4">
          <w:rPr>
            <w:rStyle w:val="Hyperlink"/>
          </w:rPr>
          <w:t>http://www.springer.com/lncs</w:t>
        </w:r>
      </w:hyperlink>
      <w:r>
        <w:t>, last accessed 2016/11/21.</w:t>
      </w:r>
    </w:p>
    <w:sectPr w:rsidR="00F5783C" w:rsidRPr="00606587" w:rsidSect="009F7FCE">
      <w:footnotePr>
        <w:numFmt w:val="chicago"/>
      </w:footnotePr>
      <w:pgSz w:w="11906" w:h="16838" w:code="9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6C1EE" w14:textId="77777777" w:rsidR="00264128" w:rsidRDefault="00264128">
      <w:r>
        <w:separator/>
      </w:r>
    </w:p>
  </w:endnote>
  <w:endnote w:type="continuationSeparator" w:id="0">
    <w:p w14:paraId="1D2232F5" w14:textId="77777777" w:rsidR="00264128" w:rsidRDefault="0026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C2F8" w14:textId="77777777" w:rsidR="00264128" w:rsidRDefault="00264128" w:rsidP="009F7FCE">
      <w:pPr>
        <w:ind w:firstLine="0"/>
      </w:pPr>
      <w:r>
        <w:separator/>
      </w:r>
    </w:p>
  </w:footnote>
  <w:footnote w:type="continuationSeparator" w:id="0">
    <w:p w14:paraId="13A3FD12" w14:textId="77777777" w:rsidR="00264128" w:rsidRDefault="00264128" w:rsidP="009F7FCE">
      <w:pPr>
        <w:ind w:firstLine="0"/>
      </w:pPr>
      <w:r>
        <w:continuationSeparator/>
      </w:r>
    </w:p>
  </w:footnote>
  <w:footnote w:id="1">
    <w:p w14:paraId="3E994DD9" w14:textId="77777777" w:rsidR="00BE1A78" w:rsidRPr="00BE1A78" w:rsidRDefault="00BE1A78">
      <w:pPr>
        <w:pStyle w:val="FootnoteText"/>
        <w:rPr>
          <w:lang w:val="sk-SK"/>
        </w:rPr>
      </w:pPr>
      <w:r>
        <w:rPr>
          <w:rStyle w:val="FootnoteReference"/>
        </w:rPr>
        <w:footnoteRef/>
      </w:r>
      <w:r>
        <w:t xml:space="preserve"> Bachelor / Master / Doctoral study programme in field: Informatics / Computer Engineering / Software Engineering / Information Systems / Applied Informatics Supervisor: Professor / Assoc. Professor / Dr. Xxxx Yyyyy, Institute of Computer Engineering and Applied Informatics / Institute of Informatics, Information Systems and Software Engineering, Faculty of Informatics and Information Technologies STU in Bratislava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97F84"/>
    <w:multiLevelType w:val="multilevel"/>
    <w:tmpl w:val="77162394"/>
    <w:styleLink w:val="itemization1"/>
    <w:lvl w:ilvl="0">
      <w:start w:val="1"/>
      <w:numFmt w:val="bullet"/>
      <w:pStyle w:val="bulletite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BEDA5F46"/>
    <w:styleLink w:val="itemization2"/>
    <w:lvl w:ilvl="0">
      <w:start w:val="1"/>
      <w:numFmt w:val="bullet"/>
      <w:pStyle w:val="dashitem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2E65396"/>
    <w:styleLink w:val="arabnumitem"/>
    <w:lvl w:ilvl="0">
      <w:start w:val="1"/>
      <w:numFmt w:val="decimal"/>
      <w:lvlRestart w:val="0"/>
      <w:pStyle w:val="numitem"/>
      <w:lvlText w:val="%1."/>
      <w:lvlJc w:val="right"/>
      <w:pPr>
        <w:tabs>
          <w:tab w:val="num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2"/>
  </w:num>
  <w:num w:numId="8">
    <w:abstractNumId w:val="4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30"/>
    <w:rsid w:val="000B499E"/>
    <w:rsid w:val="00116930"/>
    <w:rsid w:val="001A02F0"/>
    <w:rsid w:val="001F3791"/>
    <w:rsid w:val="002552FA"/>
    <w:rsid w:val="00264128"/>
    <w:rsid w:val="002D48C5"/>
    <w:rsid w:val="00350752"/>
    <w:rsid w:val="004E6991"/>
    <w:rsid w:val="004E7C27"/>
    <w:rsid w:val="005C2ECC"/>
    <w:rsid w:val="00750493"/>
    <w:rsid w:val="007E1174"/>
    <w:rsid w:val="008F2D4C"/>
    <w:rsid w:val="009930E4"/>
    <w:rsid w:val="009B2539"/>
    <w:rsid w:val="009F1708"/>
    <w:rsid w:val="009F7FCE"/>
    <w:rsid w:val="00A93504"/>
    <w:rsid w:val="00B23481"/>
    <w:rsid w:val="00BE1A78"/>
    <w:rsid w:val="00C11F5F"/>
    <w:rsid w:val="00DC2CA9"/>
    <w:rsid w:val="00E603C7"/>
    <w:rsid w:val="00F14A3C"/>
    <w:rsid w:val="00F3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24B3E7"/>
  <w15:docId w15:val="{3B682AD5-0A54-4359-B824-519D0619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semiHidden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7667"/>
    <w:pPr>
      <w:overflowPunct w:val="0"/>
      <w:autoSpaceDE w:val="0"/>
      <w:autoSpaceDN w:val="0"/>
      <w:adjustRightInd w:val="0"/>
      <w:ind w:firstLine="227"/>
      <w:jc w:val="both"/>
      <w:textAlignment w:val="baseline"/>
    </w:pPr>
  </w:style>
  <w:style w:type="paragraph" w:styleId="Heading10">
    <w:name w:val="heading 1"/>
    <w:basedOn w:val="Normal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Heading20">
    <w:name w:val="heading 2"/>
    <w:basedOn w:val="Normal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spacing w:before="360"/>
      <w:ind w:firstLine="0"/>
      <w:outlineLvl w:val="2"/>
    </w:pPr>
  </w:style>
  <w:style w:type="paragraph" w:styleId="Heading4">
    <w:name w:val="heading 4"/>
    <w:basedOn w:val="Normal"/>
    <w:next w:val="Normal"/>
    <w:qFormat/>
    <w:pPr>
      <w:spacing w:before="240"/>
      <w:ind w:firstLine="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l"/>
    <w:pPr>
      <w:spacing w:after="200" w:line="220" w:lineRule="atLeast"/>
      <w:ind w:firstLine="0"/>
      <w:contextualSpacing/>
      <w:jc w:val="center"/>
    </w:pPr>
    <w:rPr>
      <w:sz w:val="18"/>
    </w:rPr>
  </w:style>
  <w:style w:type="numbering" w:customStyle="1" w:styleId="arabnumitem">
    <w:name w:val="arabnumitem"/>
    <w:basedOn w:val="NoList"/>
    <w:pPr>
      <w:numPr>
        <w:numId w:val="5"/>
      </w:numPr>
    </w:pPr>
  </w:style>
  <w:style w:type="paragraph" w:customStyle="1" w:styleId="author">
    <w:name w:val="author"/>
    <w:basedOn w:val="Normal"/>
    <w:next w:val="address"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Normal"/>
    <w:pPr>
      <w:numPr>
        <w:numId w:val="2"/>
      </w:numPr>
      <w:spacing w:before="160" w:after="160"/>
      <w:contextualSpacing/>
    </w:pPr>
  </w:style>
  <w:style w:type="paragraph" w:customStyle="1" w:styleId="dashitem">
    <w:name w:val="dashitem"/>
    <w:basedOn w:val="Normal"/>
    <w:pPr>
      <w:numPr>
        <w:numId w:val="4"/>
      </w:numPr>
      <w:spacing w:before="160" w:after="160"/>
      <w:contextualSpacing/>
    </w:pPr>
  </w:style>
  <w:style w:type="character" w:customStyle="1" w:styleId="e-mail">
    <w:name w:val="e-mail"/>
    <w:basedOn w:val="DefaultParagraphFont"/>
    <w:rPr>
      <w:rFonts w:ascii="Courier" w:hAnsi="Courier"/>
      <w:noProof/>
    </w:rPr>
  </w:style>
  <w:style w:type="paragraph" w:customStyle="1" w:styleId="equation">
    <w:name w:val="equation"/>
    <w:basedOn w:val="Normal"/>
    <w:next w:val="Normal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l"/>
    <w:next w:val="Normal"/>
    <w:pPr>
      <w:keepLines/>
      <w:spacing w:before="120" w:after="240" w:line="220" w:lineRule="atLeast"/>
      <w:ind w:firstLine="0"/>
      <w:jc w:val="center"/>
    </w:pPr>
    <w:rPr>
      <w:sz w:val="18"/>
    </w:rPr>
  </w:style>
  <w:style w:type="character" w:styleId="FootnoteReference">
    <w:name w:val="footnote reference"/>
    <w:basedOn w:val="DefaultParagraphFont"/>
    <w:semiHidden/>
    <w:unhideWhenUsed/>
    <w:rPr>
      <w:position w:val="0"/>
      <w:vertAlign w:val="superscript"/>
    </w:rPr>
  </w:style>
  <w:style w:type="paragraph" w:styleId="Footer">
    <w:name w:val="footer"/>
    <w:basedOn w:val="Normal"/>
    <w:unhideWhenUsed/>
  </w:style>
  <w:style w:type="paragraph" w:customStyle="1" w:styleId="heading1">
    <w:name w:val="heading1"/>
    <w:basedOn w:val="Normal"/>
    <w:next w:val="p1a"/>
    <w:qFormat/>
    <w:pPr>
      <w:keepNext/>
      <w:keepLines/>
      <w:numPr>
        <w:numId w:val="7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l"/>
    <w:next w:val="p1a"/>
    <w:qFormat/>
    <w:pPr>
      <w:keepNext/>
      <w:keepLines/>
      <w:numPr>
        <w:ilvl w:val="1"/>
        <w:numId w:val="7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0">
    <w:name w:val="heading3"/>
    <w:basedOn w:val="DefaultParagraphFont"/>
    <w:rPr>
      <w:b/>
    </w:rPr>
  </w:style>
  <w:style w:type="character" w:customStyle="1" w:styleId="heading40">
    <w:name w:val="heading4"/>
    <w:basedOn w:val="DefaultParagraphFont"/>
    <w:rPr>
      <w:i/>
    </w:rPr>
  </w:style>
  <w:style w:type="numbering" w:customStyle="1" w:styleId="headings">
    <w:name w:val="headings"/>
    <w:basedOn w:val="arabnumitem"/>
    <w:pPr>
      <w:numPr>
        <w:numId w:val="7"/>
      </w:numPr>
    </w:pPr>
  </w:style>
  <w:style w:type="character" w:styleId="Hyperlink">
    <w:name w:val="Hyperlink"/>
    <w:basedOn w:val="DefaultParagraphFont"/>
    <w:semiHidden/>
    <w:unhideWhenUsed/>
    <w:rPr>
      <w:color w:val="auto"/>
      <w:u w:val="none"/>
    </w:rPr>
  </w:style>
  <w:style w:type="paragraph" w:customStyle="1" w:styleId="image">
    <w:name w:val="image"/>
    <w:basedOn w:val="Normal"/>
    <w:next w:val="Normal"/>
    <w:pPr>
      <w:spacing w:before="240" w:after="120"/>
      <w:ind w:firstLine="0"/>
      <w:jc w:val="center"/>
    </w:pPr>
  </w:style>
  <w:style w:type="numbering" w:customStyle="1" w:styleId="itemization1">
    <w:name w:val="itemization1"/>
    <w:basedOn w:val="NoList"/>
    <w:pPr>
      <w:numPr>
        <w:numId w:val="1"/>
      </w:numPr>
    </w:pPr>
  </w:style>
  <w:style w:type="numbering" w:customStyle="1" w:styleId="itemization2">
    <w:name w:val="itemization2"/>
    <w:basedOn w:val="NoList"/>
    <w:pPr>
      <w:numPr>
        <w:numId w:val="3"/>
      </w:numPr>
    </w:pPr>
  </w:style>
  <w:style w:type="paragraph" w:customStyle="1" w:styleId="keywords">
    <w:name w:val="keywords"/>
    <w:basedOn w:val="abstract"/>
    <w:next w:val="heading1"/>
    <w:pPr>
      <w:spacing w:before="220"/>
      <w:ind w:firstLine="0"/>
      <w:contextualSpacing w:val="0"/>
      <w:jc w:val="left"/>
    </w:pPr>
  </w:style>
  <w:style w:type="paragraph" w:styleId="Header">
    <w:name w:val="header"/>
    <w:basedOn w:val="Normal"/>
    <w:unhideWhenUsed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customStyle="1" w:styleId="numitem">
    <w:name w:val="numitem"/>
    <w:basedOn w:val="Normal"/>
    <w:pPr>
      <w:numPr>
        <w:numId w:val="6"/>
      </w:numPr>
      <w:spacing w:before="160" w:after="160"/>
      <w:contextualSpacing/>
    </w:pPr>
  </w:style>
  <w:style w:type="paragraph" w:customStyle="1" w:styleId="p1a">
    <w:name w:val="p1a"/>
    <w:basedOn w:val="Normal"/>
    <w:next w:val="Normal"/>
    <w:pPr>
      <w:ind w:firstLine="0"/>
    </w:pPr>
  </w:style>
  <w:style w:type="paragraph" w:customStyle="1" w:styleId="programcode">
    <w:name w:val="programcode"/>
    <w:basedOn w:val="Normal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Normal"/>
    <w:pPr>
      <w:numPr>
        <w:numId w:val="9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NoList"/>
    <w:semiHidden/>
    <w:pPr>
      <w:numPr>
        <w:numId w:val="8"/>
      </w:numPr>
    </w:pPr>
  </w:style>
  <w:style w:type="paragraph" w:customStyle="1" w:styleId="runninghead-left">
    <w:name w:val="running head - left"/>
    <w:basedOn w:val="Normal"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Normal"/>
    <w:pPr>
      <w:ind w:firstLine="0"/>
      <w:jc w:val="right"/>
    </w:pPr>
    <w:rPr>
      <w:bCs/>
      <w:sz w:val="18"/>
      <w:szCs w:val="18"/>
    </w:rPr>
  </w:style>
  <w:style w:type="character" w:styleId="PageNumber">
    <w:name w:val="page number"/>
    <w:basedOn w:val="DefaultParagraphFont"/>
    <w:semiHidden/>
    <w:unhideWhenUsed/>
    <w:rPr>
      <w:sz w:val="18"/>
    </w:rPr>
  </w:style>
  <w:style w:type="paragraph" w:customStyle="1" w:styleId="papertitle">
    <w:name w:val="papertitle"/>
    <w:basedOn w:val="Normal"/>
    <w:next w:val="author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Normal"/>
    <w:next w:val="Normal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DefaultParagraphFont"/>
    <w:rPr>
      <w:rFonts w:ascii="Courier" w:hAnsi="Courier"/>
      <w:noProof/>
    </w:rPr>
  </w:style>
  <w:style w:type="character" w:customStyle="1" w:styleId="ORCID">
    <w:name w:val="ORCID"/>
    <w:basedOn w:val="DefaultParagraphFont"/>
    <w:rPr>
      <w:position w:val="0"/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  <w:ind w:left="227" w:hanging="227"/>
    </w:pPr>
    <w:rPr>
      <w:sz w:val="18"/>
    </w:rPr>
  </w:style>
  <w:style w:type="paragraph" w:customStyle="1" w:styleId="ReferenceLine">
    <w:name w:val="ReferenceLine"/>
    <w:basedOn w:val="p1a"/>
    <w:semiHidden/>
    <w:unhideWhenUsed/>
    <w:pPr>
      <w:spacing w:line="200" w:lineRule="exact"/>
    </w:pPr>
    <w:rPr>
      <w:sz w:val="16"/>
    </w:rPr>
  </w:style>
  <w:style w:type="paragraph" w:styleId="BalloonText">
    <w:name w:val="Balloon Text"/>
    <w:basedOn w:val="Normal"/>
    <w:link w:val="BalloonTextChar"/>
    <w:semiHidden/>
    <w:rsid w:val="004E7C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7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ringer.com/lnc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kohutka\Downloads\iitsrc_paper-WORD.do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78005922154201E-2"/>
          <c:y val="5.1400554097404488E-2"/>
          <c:w val="0.94049952150364025"/>
          <c:h val="0.8326195683872849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>
              <a:solidFill>
                <a:schemeClr val="tx1"/>
              </a:solidFill>
              <a:prstDash val="sysDash"/>
            </a:ln>
          </c:spPr>
          <c:marker>
            <c:symbol val="none"/>
          </c:marker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0-C2C7-8F45-90B9-25B3A7FEB03D}"/>
              </c:ext>
            </c:extLst>
          </c:dPt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General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2C7-8F45-90B9-25B3A7FEB03D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/>
          </c:spPr>
          <c:marker>
            <c:symbol val="none"/>
          </c:marker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General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.##000_ ;\-#.##000\ ">
                  <c:v>24</c:v>
                </c:pt>
                <c:pt idx="22" formatCode="#.##000_ ;\-#.##000\ ">
                  <c:v>25</c:v>
                </c:pt>
                <c:pt idx="23" formatCode="#.##000_ ;\-#.##000\ ">
                  <c:v>23.5</c:v>
                </c:pt>
                <c:pt idx="24" formatCode="#.##000_ ;\-#.##000\ ">
                  <c:v>21</c:v>
                </c:pt>
                <c:pt idx="25" formatCode="#.##000_ ;\-#.##000\ ">
                  <c:v>16.899999999999999</c:v>
                </c:pt>
                <c:pt idx="26" formatCode="#.##000_ ;\-#.##000\ ">
                  <c:v>17.5</c:v>
                </c:pt>
                <c:pt idx="27" formatCode="#.##000_ ;\-#.##000\ ">
                  <c:v>18.2</c:v>
                </c:pt>
                <c:pt idx="28" formatCode="#.##000_ ;\-#.##000\ ">
                  <c:v>19.100000000000001</c:v>
                </c:pt>
                <c:pt idx="29" formatCode="#.##000_ ;\-#.##000\ ">
                  <c:v>14.8</c:v>
                </c:pt>
                <c:pt idx="30" formatCode="#.##000_ ;\-#.##000\ ">
                  <c:v>15.2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2C7-8F45-90B9-25B3A7FEB0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46763264"/>
        <c:axId val="150040512"/>
      </c:lineChart>
      <c:catAx>
        <c:axId val="146763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50040512"/>
        <c:crosses val="autoZero"/>
        <c:auto val="1"/>
        <c:lblAlgn val="ctr"/>
        <c:lblOffset val="100"/>
        <c:tickLblSkip val="5"/>
        <c:noMultiLvlLbl val="0"/>
      </c:catAx>
      <c:valAx>
        <c:axId val="150040512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763264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829"/>
          <c:y val="0.16628280839895013"/>
          <c:w val="0.1903015956378338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D24B-7F92-48D5-907A-824EDB2B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iitsrc_paper-WORD</Template>
  <TotalTime>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dataspect IT-Services, Neckargemuend, Germany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Kohutka</dc:creator>
  <dc:description>Formats and macros for Springer Lecture Notes</dc:description>
  <cp:lastModifiedBy>Lukas Kohutka</cp:lastModifiedBy>
  <cp:revision>1</cp:revision>
  <dcterms:created xsi:type="dcterms:W3CDTF">2024-02-06T10:42:00Z</dcterms:created>
  <dcterms:modified xsi:type="dcterms:W3CDTF">2024-02-06T10:42:00Z</dcterms:modified>
</cp:coreProperties>
</file>